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15" w:rsidRDefault="00E467F8">
      <w:r w:rsidRPr="00E467F8">
        <w:rPr>
          <w:color w:val="auto"/>
          <w:kern w:val="0"/>
          <w:sz w:val="24"/>
          <w:szCs w:val="24"/>
        </w:rPr>
        <w:pict>
          <v:group id="_x0000_s1034" style="position:absolute;margin-left:-78.75pt;margin-top:-83.25pt;width:636.85pt;height:819pt;z-index:251660288" coordorigin="1062990,1051560" coordsize="80883,104013">
            <v:rect id="_x0000_s1035" style="position:absolute;left:1062990;top:1051560;width:80883;height:104013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imagedata r:id="rId5" o:title="cg_camping-border"/>
              <v:shadow color="#ccc"/>
              <v:path o:extrusionok="f"/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065276;top:1054417;width:75438;height:31433;mso-wrap-distance-left:2.88pt;mso-wrap-distance-top:2.88pt;mso-wrap-distance-right:2.88pt;mso-wrap-distance-bottom:2.88pt" fill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9C5B85" w:rsidRDefault="009C5B85" w:rsidP="007D496E">
                    <w:pPr>
                      <w:widowControl w:val="0"/>
                      <w:jc w:val="center"/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Camp Sky Ranch TTQ</w:t>
                    </w:r>
                  </w:p>
                  <w:p w:rsidR="009C5B85" w:rsidRDefault="009C5B85" w:rsidP="003F0D6C">
                    <w:pPr>
                      <w:widowControl w:val="0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Zach and Josh wanted to find the length of each side of a gaga pit.  There are eight edges on a gaga pit.</w:t>
                    </w:r>
                  </w:p>
                  <w:p w:rsidR="009C5B85" w:rsidRDefault="009C5B85" w:rsidP="003F0D6C">
                    <w:pPr>
                      <w:widowControl w:val="0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:rsidR="009C5B85" w:rsidRDefault="009C5B85" w:rsidP="003F0D6C">
                    <w:pPr>
                      <w:widowControl w:val="0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:rsidR="009C5B85" w:rsidRDefault="009C5B85" w:rsidP="003F0D6C">
                    <w:pPr>
                      <w:widowControl w:val="0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</w:p>
                  <w:p w:rsidR="009C5B85" w:rsidRDefault="009C5B85" w:rsidP="003F0D6C">
                    <w:pPr>
                      <w:widowControl w:val="0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:rsidR="009C5B85" w:rsidRDefault="009C5B85" w:rsidP="003F0D6C">
                    <w:pPr>
                      <w:widowControl w:val="0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:rsidR="009C5B85" w:rsidRDefault="009C5B85" w:rsidP="003F0D6C">
                    <w:pPr>
                      <w:widowControl w:val="0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:rsidR="009C5B85" w:rsidRDefault="009C5B85" w:rsidP="003F0D6C">
                    <w:pPr>
                      <w:widowControl w:val="0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:rsidR="009C5B85" w:rsidRDefault="009C5B85" w:rsidP="003F0D6C">
                    <w:pPr>
                      <w:widowControl w:val="0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There </w:t>
                    </w:r>
                    <w:r w:rsidR="008A383D">
                      <w:rPr>
                        <w:b/>
                        <w:bCs/>
                        <w:sz w:val="28"/>
                        <w:szCs w:val="28"/>
                      </w:rPr>
                      <w:t>are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four gaga pits.  7 of these sides are 1 foot tall. 1 side is 6inches tall for kids to get in and </w:t>
                    </w:r>
                  </w:p>
                  <w:p w:rsidR="009C5B85" w:rsidRPr="003407DE" w:rsidRDefault="008A383D" w:rsidP="003F0D6C">
                    <w:pPr>
                      <w:widowControl w:val="0"/>
                      <w:rPr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Out</w:t>
                    </w:r>
                    <w:r w:rsidR="009C5B85">
                      <w:rPr>
                        <w:b/>
                        <w:bCs/>
                        <w:sz w:val="28"/>
                        <w:szCs w:val="28"/>
                      </w:rPr>
                      <w:t xml:space="preserve">. </w:t>
                    </w:r>
                  </w:p>
                </w:txbxContent>
              </v:textbox>
            </v:shape>
            <v:shape id="_x0000_s1037" type="#_x0000_t202" style="position:absolute;left:1072134;top:1086993;width:68008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9C5B85" w:rsidRPr="008A383D" w:rsidRDefault="009C5B85" w:rsidP="003407DE">
                    <w:pPr>
                      <w:pStyle w:val="ListParagraph"/>
                      <w:widowControl w:val="0"/>
                      <w:numPr>
                        <w:ilvl w:val="0"/>
                        <w:numId w:val="1"/>
                      </w:numPr>
                      <w:rPr>
                        <w:b/>
                        <w:bCs/>
                        <w:sz w:val="40"/>
                        <w:szCs w:val="40"/>
                      </w:rPr>
                    </w:pPr>
                    <w:r w:rsidRPr="008A383D">
                      <w:rPr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Pr="008A383D">
                      <w:rPr>
                        <w:b/>
                        <w:bCs/>
                        <w:sz w:val="40"/>
                        <w:szCs w:val="40"/>
                      </w:rPr>
                      <w:t xml:space="preserve">What is the length of the gaga </w:t>
                    </w:r>
                    <w:r w:rsidR="008A383D" w:rsidRPr="008A383D">
                      <w:rPr>
                        <w:b/>
                        <w:bCs/>
                        <w:sz w:val="40"/>
                        <w:szCs w:val="40"/>
                      </w:rPr>
                      <w:t>pit?</w:t>
                    </w:r>
                  </w:p>
                </w:txbxContent>
              </v:textbox>
            </v:shape>
            <v:shape id="_x0000_s1038" type="#_x0000_t202" style="position:absolute;left:1081278;top:1094422;width:58864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9C5B85" w:rsidRPr="003F0D6C" w:rsidRDefault="008A383D" w:rsidP="007D496E">
                    <w:pPr>
                      <w:widowControl w:val="0"/>
                      <w:rPr>
                        <w:bCs/>
                        <w:sz w:val="40"/>
                        <w:szCs w:val="40"/>
                      </w:rPr>
                    </w:pPr>
                    <w:r w:rsidRPr="003F0D6C">
                      <w:rPr>
                        <w:b/>
                        <w:bCs/>
                        <w:sz w:val="40"/>
                        <w:szCs w:val="40"/>
                      </w:rPr>
                      <w:t>2. If</w:t>
                    </w:r>
                    <w:r w:rsidR="009C5B85" w:rsidRPr="003F0D6C">
                      <w:rPr>
                        <w:b/>
                        <w:bCs/>
                        <w:sz w:val="40"/>
                        <w:szCs w:val="40"/>
                      </w:rPr>
                      <w:t xml:space="preserve"> you put the length of all four gaga pits together what would be the total </w:t>
                    </w:r>
                    <w:r w:rsidR="009C5B85" w:rsidRPr="003F0D6C">
                      <w:rPr>
                        <w:b/>
                        <w:bCs/>
                        <w:sz w:val="40"/>
                        <w:szCs w:val="40"/>
                      </w:rPr>
                      <w:t>length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>?</w:t>
                    </w:r>
                  </w:p>
                </w:txbxContent>
              </v:textbox>
            </v:shape>
            <v:shape id="_x0000_s1039" type="#_x0000_t202" style="position:absolute;left:1086993;top:1101852;width:53149;height:742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9C5B85" w:rsidRPr="003F0D6C" w:rsidRDefault="008A383D" w:rsidP="007D496E">
                    <w:pPr>
                      <w:widowControl w:val="0"/>
                      <w:rPr>
                        <w:bCs/>
                        <w:sz w:val="40"/>
                        <w:szCs w:val="40"/>
                      </w:rPr>
                    </w:pPr>
                    <w:r w:rsidRPr="003F0D6C">
                      <w:rPr>
                        <w:b/>
                        <w:bCs/>
                        <w:sz w:val="40"/>
                        <w:szCs w:val="40"/>
                      </w:rPr>
                      <w:t>3. What</w:t>
                    </w:r>
                    <w:r w:rsidR="009C5B85" w:rsidRPr="003F0D6C">
                      <w:rPr>
                        <w:b/>
                        <w:bCs/>
                        <w:sz w:val="40"/>
                        <w:szCs w:val="40"/>
                      </w:rPr>
                      <w:t xml:space="preserve"> is the height of the gaga pit all </w:t>
                    </w:r>
                    <w:r w:rsidRPr="003F0D6C">
                      <w:rPr>
                        <w:b/>
                        <w:bCs/>
                        <w:sz w:val="40"/>
                        <w:szCs w:val="40"/>
                      </w:rPr>
                      <w:t>around?</w:t>
                    </w:r>
                  </w:p>
                </w:txbxContent>
              </v:textbox>
            </v:shape>
            <v:shape id="_x0000_s1040" type="#_x0000_t202" style="position:absolute;left:1089279;top:1109853;width:50292;height:85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9C5B85" w:rsidRPr="003F0D6C" w:rsidRDefault="008A383D" w:rsidP="007D496E">
                    <w:pPr>
                      <w:widowControl w:val="0"/>
                      <w:rPr>
                        <w:bCs/>
                        <w:sz w:val="40"/>
                        <w:szCs w:val="40"/>
                      </w:rPr>
                    </w:pPr>
                    <w:r w:rsidRPr="003F0D6C">
                      <w:rPr>
                        <w:b/>
                        <w:bCs/>
                        <w:sz w:val="40"/>
                        <w:szCs w:val="40"/>
                      </w:rPr>
                      <w:t>4. What</w:t>
                    </w:r>
                    <w:r w:rsidR="009C5B85" w:rsidRPr="003F0D6C">
                      <w:rPr>
                        <w:b/>
                        <w:bCs/>
                        <w:sz w:val="40"/>
                        <w:szCs w:val="40"/>
                      </w:rPr>
                      <w:t xml:space="preserve"> is the height of all four gaga pits all </w:t>
                    </w:r>
                    <w:r w:rsidRPr="003F0D6C">
                      <w:rPr>
                        <w:b/>
                        <w:bCs/>
                        <w:sz w:val="40"/>
                        <w:szCs w:val="40"/>
                      </w:rPr>
                      <w:t>around?</w:t>
                    </w:r>
                  </w:p>
                </w:txbxContent>
              </v:textbox>
            </v:shape>
            <v:shape id="_x0000_s1041" type="#_x0000_t202" style="position:absolute;left:1108138;top:1118997;width:32004;height:9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9C5B85" w:rsidRPr="008A383D" w:rsidRDefault="008A383D" w:rsidP="007D496E">
                    <w:pPr>
                      <w:widowControl w:val="0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3F0D6C">
                      <w:rPr>
                        <w:b/>
                        <w:bCs/>
                        <w:sz w:val="40"/>
                        <w:szCs w:val="40"/>
                      </w:rPr>
                      <w:t xml:space="preserve">5. </w:t>
                    </w:r>
                    <w:r w:rsidRPr="008A383D">
                      <w:rPr>
                        <w:b/>
                        <w:bCs/>
                        <w:sz w:val="32"/>
                        <w:szCs w:val="32"/>
                      </w:rPr>
                      <w:t>If</w:t>
                    </w:r>
                    <w:r w:rsidR="009C5B85" w:rsidRPr="008A383D">
                      <w:rPr>
                        <w:b/>
                        <w:bCs/>
                        <w:sz w:val="32"/>
                        <w:szCs w:val="32"/>
                      </w:rPr>
                      <w:t xml:space="preserve"> there are</w:t>
                    </w:r>
                  </w:p>
                  <w:p w:rsidR="009C5B85" w:rsidRPr="003F0D6C" w:rsidRDefault="008A383D" w:rsidP="007D496E">
                    <w:pPr>
                      <w:widowControl w:val="0"/>
                      <w:rPr>
                        <w:bCs/>
                        <w:sz w:val="40"/>
                        <w:szCs w:val="40"/>
                      </w:rPr>
                    </w:pPr>
                    <w:r w:rsidRPr="008A383D">
                      <w:rPr>
                        <w:b/>
                        <w:bCs/>
                        <w:sz w:val="32"/>
                        <w:szCs w:val="32"/>
                      </w:rPr>
                      <w:t>Eight</w:t>
                    </w:r>
                    <w:r w:rsidR="009C5B85" w:rsidRPr="008A383D">
                      <w:rPr>
                        <w:b/>
                        <w:bCs/>
                        <w:sz w:val="32"/>
                        <w:szCs w:val="32"/>
                      </w:rPr>
                      <w:t xml:space="preserve"> sides on a gaga pit how many sides are there</w:t>
                    </w:r>
                    <w:r w:rsidR="009C5B85" w:rsidRPr="003F0D6C"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 w:rsidR="009C5B85" w:rsidRPr="008A383D">
                      <w:rPr>
                        <w:b/>
                        <w:bCs/>
                        <w:sz w:val="36"/>
                        <w:szCs w:val="36"/>
                      </w:rPr>
                      <w:t>together.</w:t>
                    </w:r>
                    <w:r w:rsidRPr="008A383D"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>?</w:t>
                    </w:r>
                  </w:p>
                </w:txbxContent>
              </v:textbox>
            </v:shape>
            <v:shape id="_x0000_s1042" type="#_x0000_t202" style="position:absolute;left:1111567;top:1130427;width:25718;height:5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9C5B85" w:rsidRPr="003F0D6C" w:rsidRDefault="009C5B85" w:rsidP="007D496E">
                    <w:pPr>
                      <w:widowControl w:val="0"/>
                      <w:jc w:val="center"/>
                      <w:rPr>
                        <w:rFonts w:ascii="Lucida Calligraphy" w:hAnsi="Lucida Calligraphy"/>
                        <w:sz w:val="36"/>
                        <w:szCs w:val="36"/>
                      </w:rPr>
                    </w:pPr>
                    <w:r w:rsidRPr="003F0D6C">
                      <w:rPr>
                        <w:rFonts w:ascii="Lucida Calligraphy" w:hAnsi="Lucida Calligraphy"/>
                        <w:sz w:val="36"/>
                        <w:szCs w:val="36"/>
                      </w:rPr>
                      <w:t>Zach H. and Josh R.</w:t>
                    </w:r>
                  </w:p>
                </w:txbxContent>
              </v:textbox>
            </v:shape>
          </v:group>
        </w:pict>
      </w:r>
    </w:p>
    <w:sectPr w:rsidR="005A1015" w:rsidSect="005A1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A70"/>
    <w:multiLevelType w:val="hybridMultilevel"/>
    <w:tmpl w:val="DCE248A8"/>
    <w:lvl w:ilvl="0" w:tplc="D71CCC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3F0D6C"/>
    <w:rsid w:val="00260FB4"/>
    <w:rsid w:val="003407DE"/>
    <w:rsid w:val="003F0D6C"/>
    <w:rsid w:val="005A1015"/>
    <w:rsid w:val="007D496E"/>
    <w:rsid w:val="008A383D"/>
    <w:rsid w:val="009A4486"/>
    <w:rsid w:val="009C5B85"/>
    <w:rsid w:val="00E4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Wolford\Handouts\Fifth%20Grade\Sky%20Ranch%20TT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Sky Ranch TTQ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3</cp:revision>
  <cp:lastPrinted>2011-11-07T17:43:00Z</cp:lastPrinted>
  <dcterms:created xsi:type="dcterms:W3CDTF">2011-11-11T16:43:00Z</dcterms:created>
  <dcterms:modified xsi:type="dcterms:W3CDTF">2011-11-11T17:02:00Z</dcterms:modified>
</cp:coreProperties>
</file>